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D82685">
        <w:rPr>
          <w:rFonts w:ascii="Corbel" w:hAnsi="Corbel"/>
          <w:i/>
          <w:smallCaps/>
          <w:sz w:val="24"/>
          <w:szCs w:val="24"/>
        </w:rPr>
        <w:t>2024-2026</w:t>
      </w:r>
    </w:p>
    <w:p w:rsidR="0085747A" w:rsidRPr="002154C3" w:rsidRDefault="002154C3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>
        <w:rPr>
          <w:rFonts w:ascii="Corbel" w:hAnsi="Corbel"/>
          <w:i/>
          <w:sz w:val="24"/>
          <w:szCs w:val="24"/>
        </w:rPr>
        <w:tab/>
      </w:r>
      <w:r w:rsidR="004772FD">
        <w:rPr>
          <w:rFonts w:ascii="Corbel" w:hAnsi="Corbel"/>
          <w:i/>
          <w:sz w:val="24"/>
          <w:szCs w:val="24"/>
        </w:rPr>
        <w:tab/>
      </w:r>
      <w:r w:rsidR="004772FD">
        <w:rPr>
          <w:rFonts w:ascii="Corbel" w:hAnsi="Corbel"/>
          <w:i/>
          <w:sz w:val="24"/>
          <w:szCs w:val="24"/>
        </w:rPr>
        <w:tab/>
      </w:r>
      <w:r w:rsidR="004772FD">
        <w:rPr>
          <w:rFonts w:ascii="Corbel" w:hAnsi="Corbel"/>
          <w:i/>
          <w:sz w:val="24"/>
          <w:szCs w:val="24"/>
        </w:rPr>
        <w:tab/>
      </w:r>
      <w:r w:rsidR="004772FD">
        <w:rPr>
          <w:rFonts w:ascii="Corbel" w:hAnsi="Corbel"/>
          <w:i/>
          <w:sz w:val="24"/>
          <w:szCs w:val="24"/>
        </w:rPr>
        <w:tab/>
      </w:r>
      <w:r w:rsidR="004772FD">
        <w:rPr>
          <w:rFonts w:ascii="Corbel" w:hAnsi="Corbel"/>
          <w:i/>
          <w:sz w:val="24"/>
          <w:szCs w:val="24"/>
        </w:rPr>
        <w:tab/>
      </w:r>
      <w:r w:rsidR="004772FD">
        <w:rPr>
          <w:rFonts w:ascii="Corbel" w:hAnsi="Corbel"/>
          <w:i/>
          <w:sz w:val="24"/>
          <w:szCs w:val="24"/>
        </w:rPr>
        <w:tab/>
      </w:r>
      <w:r w:rsidR="004772FD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C17CA">
        <w:rPr>
          <w:rFonts w:ascii="Corbel" w:hAnsi="Corbel"/>
          <w:sz w:val="20"/>
          <w:szCs w:val="20"/>
        </w:rPr>
        <w:t>202</w:t>
      </w:r>
      <w:r w:rsidR="00D82685">
        <w:rPr>
          <w:rFonts w:ascii="Corbel" w:hAnsi="Corbel"/>
          <w:sz w:val="20"/>
          <w:szCs w:val="20"/>
        </w:rPr>
        <w:t>5</w:t>
      </w:r>
      <w:r w:rsidR="009C17CA">
        <w:rPr>
          <w:rFonts w:ascii="Corbel" w:hAnsi="Corbel"/>
          <w:sz w:val="20"/>
          <w:szCs w:val="20"/>
        </w:rPr>
        <w:t>/202</w:t>
      </w:r>
      <w:r w:rsidR="00D82685">
        <w:rPr>
          <w:rFonts w:ascii="Corbel" w:hAnsi="Corbel"/>
          <w:sz w:val="20"/>
          <w:szCs w:val="20"/>
        </w:rPr>
        <w:t>6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30DB2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Ekskluzja i inkluzja społeczna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17CA" w:rsidRPr="00B169DF" w:rsidTr="00B819C8">
        <w:tc>
          <w:tcPr>
            <w:tcW w:w="2694" w:type="dxa"/>
            <w:vAlign w:val="center"/>
          </w:tcPr>
          <w:p w:rsidR="009C17CA" w:rsidRPr="00B169DF" w:rsidRDefault="009C17C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9C17CA" w:rsidRPr="00B169DF" w:rsidRDefault="009C17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17CA" w:rsidRPr="00B169DF" w:rsidTr="00B819C8">
        <w:tc>
          <w:tcPr>
            <w:tcW w:w="2694" w:type="dxa"/>
            <w:vAlign w:val="center"/>
          </w:tcPr>
          <w:p w:rsidR="009C17CA" w:rsidRPr="00B169DF" w:rsidRDefault="009C17C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17CA" w:rsidRPr="00B169DF" w:rsidRDefault="009C17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17CA" w:rsidRPr="00B169DF" w:rsidTr="00B819C8">
        <w:tc>
          <w:tcPr>
            <w:tcW w:w="2694" w:type="dxa"/>
            <w:vAlign w:val="center"/>
          </w:tcPr>
          <w:p w:rsidR="009C17CA" w:rsidRPr="00B169DF" w:rsidRDefault="009C17C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17CA" w:rsidRPr="00B169DF" w:rsidRDefault="009C17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411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A21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9D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596EE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A21E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596E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FC129C">
        <w:rPr>
          <w:rFonts w:ascii="Corbel" w:hAnsi="Corbel"/>
          <w:b w:val="0"/>
          <w:szCs w:val="24"/>
        </w:rPr>
        <w:t>Egzamin w formie pisemnej</w:t>
      </w: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FC129C" w:rsidRDefault="00B54D9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próba ustalenia na ile współczesny system penitencjarny sprzyja </w:t>
            </w:r>
            <w:r>
              <w:rPr>
                <w:rFonts w:ascii="Corbel" w:hAnsi="Corbel"/>
                <w:b w:val="0"/>
                <w:szCs w:val="22"/>
              </w:rPr>
              <w:t>procesowi inkluzji społecznej</w:t>
            </w:r>
            <w:r w:rsidRPr="004037FE">
              <w:rPr>
                <w:rFonts w:ascii="Corbel" w:hAnsi="Corbel"/>
                <w:b w:val="0"/>
                <w:szCs w:val="22"/>
              </w:rPr>
              <w:t xml:space="preserve"> skazanych</w:t>
            </w:r>
          </w:p>
        </w:tc>
      </w:tr>
      <w:tr w:rsidR="0085747A" w:rsidRPr="00B169DF" w:rsidTr="00DF1C51">
        <w:tc>
          <w:tcPr>
            <w:tcW w:w="844" w:type="dxa"/>
            <w:vAlign w:val="center"/>
          </w:tcPr>
          <w:p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FC129C" w:rsidRDefault="00DA59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>diagnoza zakresu potrzeb osób odbywających karę pozbawienia wolności w perspektywie ich funkcjonowania w warunkach wolnościowych</w:t>
            </w:r>
          </w:p>
        </w:tc>
      </w:tr>
      <w:tr w:rsidR="002073B0" w:rsidRPr="00B169DF" w:rsidTr="00DF1C51">
        <w:tc>
          <w:tcPr>
            <w:tcW w:w="844" w:type="dxa"/>
            <w:vAlign w:val="center"/>
          </w:tcPr>
          <w:p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2073B0" w:rsidRPr="00FC129C" w:rsidRDefault="00A720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zCs w:val="22"/>
              </w:rPr>
              <w:t xml:space="preserve">analiza regulacji prawnych w odniesieniu do problematyki </w:t>
            </w:r>
            <w:r>
              <w:rPr>
                <w:rFonts w:ascii="Corbel" w:hAnsi="Corbel"/>
                <w:b w:val="0"/>
                <w:szCs w:val="22"/>
              </w:rPr>
              <w:t>inkluzji społecznej</w:t>
            </w:r>
            <w:r w:rsidRPr="004037FE">
              <w:rPr>
                <w:rFonts w:ascii="Corbel" w:hAnsi="Corbel"/>
                <w:b w:val="0"/>
                <w:szCs w:val="22"/>
              </w:rPr>
              <w:br/>
              <w:t>z perspektywy wsparcia i pomocy postpenitencjarnej</w:t>
            </w:r>
          </w:p>
        </w:tc>
      </w:tr>
      <w:tr w:rsidR="00A7201D" w:rsidRPr="00B169DF" w:rsidTr="00DF1C51">
        <w:tc>
          <w:tcPr>
            <w:tcW w:w="844" w:type="dxa"/>
            <w:vAlign w:val="center"/>
          </w:tcPr>
          <w:p w:rsidR="00A7201D" w:rsidRDefault="00A720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A7201D" w:rsidRPr="004037FE" w:rsidRDefault="00D60C9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analiza czynników determinujących zarówno proces inkluzji społecznej jaki ekskluzji społecznej</w:t>
            </w:r>
            <w:r w:rsidR="00026564">
              <w:rPr>
                <w:rFonts w:ascii="Corbel" w:hAnsi="Corbel"/>
                <w:b w:val="0"/>
                <w:szCs w:val="22"/>
              </w:rPr>
              <w:t xml:space="preserve"> w kontekście niepowrotności do przestępstwa</w:t>
            </w:r>
          </w:p>
        </w:tc>
      </w:tr>
      <w:tr w:rsidR="00026564" w:rsidRPr="00B169DF" w:rsidTr="00DF1C51">
        <w:tc>
          <w:tcPr>
            <w:tcW w:w="844" w:type="dxa"/>
            <w:vAlign w:val="center"/>
          </w:tcPr>
          <w:p w:rsidR="00026564" w:rsidRDefault="0002656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026564" w:rsidRDefault="0002656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poszukiwanie optymalnego rozwiązania </w:t>
            </w:r>
            <w:r w:rsidR="00855BF3">
              <w:rPr>
                <w:rFonts w:ascii="Corbel" w:hAnsi="Corbel"/>
                <w:b w:val="0"/>
                <w:szCs w:val="22"/>
              </w:rPr>
              <w:t>w kwestii wartościowego wsparcia jednostki, funkcjonującej w przestrzeni struktur społecznych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B169DF" w:rsidTr="00025A75">
        <w:tc>
          <w:tcPr>
            <w:tcW w:w="168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58665D" w:rsidRPr="00B169DF" w:rsidTr="0083178D">
        <w:trPr>
          <w:trHeight w:val="621"/>
        </w:trPr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zdefiniuje podstawowe pojęcia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 obszaru </w:t>
            </w:r>
            <w:r w:rsidR="00557DBF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  <w:smallCaps/>
                <w:sz w:val="20"/>
                <w:szCs w:val="20"/>
              </w:rPr>
              <w:t>K_</w:t>
            </w:r>
            <w:r w:rsidRPr="00F86404">
              <w:rPr>
                <w:rFonts w:ascii="Corbel" w:hAnsi="Corbel"/>
              </w:rPr>
              <w:t>W01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szczegółow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os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charaktery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struktur</w:t>
            </w:r>
            <w:r>
              <w:rPr>
                <w:rFonts w:ascii="Corbel" w:hAnsi="Corbel"/>
                <w:b w:val="0"/>
                <w:smallCaps w:val="0"/>
                <w:sz w:val="22"/>
              </w:rPr>
              <w:t>y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instytucj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realizując</w:t>
            </w:r>
            <w:r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zadania z zakresu </w:t>
            </w:r>
            <w:r w:rsidR="00973A37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K_W08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zaproponuje rozwiązania praktyczne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w odniesieniu do konkretnej grupy marginalizowanej społecznie, uwzględniając wybrane koncepcje pedagogicznei obowiązujące w Polsce regulacje prawne.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F86404">
              <w:rPr>
                <w:rFonts w:ascii="Corbel" w:hAnsi="Corbel"/>
              </w:rPr>
              <w:t>K_U01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zidentyfikuje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środki i metody pracy służące najbardziej efektywnej realizacji celów z zakresu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 i pomocy postpenitencjarnej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F86404">
              <w:rPr>
                <w:rFonts w:ascii="Corbel" w:hAnsi="Corbel"/>
              </w:rPr>
              <w:t>K_U03</w:t>
            </w:r>
          </w:p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58665D" w:rsidRPr="00B169DF" w:rsidTr="0083178D">
        <w:tc>
          <w:tcPr>
            <w:tcW w:w="1681" w:type="dxa"/>
          </w:tcPr>
          <w:p w:rsidR="0058665D" w:rsidRPr="00B169DF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korekty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programów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readaptacji społecznej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>z perspektywy ich skuteczności, uwzględniając zasady etyki zawodowej.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K_K02</w:t>
            </w:r>
          </w:p>
        </w:tc>
      </w:tr>
      <w:tr w:rsidR="0058665D" w:rsidRPr="00B169DF" w:rsidTr="0083178D">
        <w:tc>
          <w:tcPr>
            <w:tcW w:w="1681" w:type="dxa"/>
          </w:tcPr>
          <w:p w:rsidR="0058665D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:rsidR="0058665D" w:rsidRPr="00FC129C" w:rsidRDefault="0058665D" w:rsidP="00586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8E7C5C">
              <w:rPr>
                <w:rFonts w:ascii="Corbel" w:hAnsi="Corbel"/>
                <w:b w:val="0"/>
                <w:smallCaps w:val="0"/>
                <w:sz w:val="22"/>
              </w:rPr>
              <w:t xml:space="preserve">zaprojektuje </w:t>
            </w:r>
            <w:r w:rsidR="00B4151A">
              <w:rPr>
                <w:rFonts w:ascii="Corbel" w:hAnsi="Corbel"/>
                <w:b w:val="0"/>
                <w:smallCaps w:val="0"/>
                <w:sz w:val="22"/>
              </w:rPr>
              <w:t xml:space="preserve">program wsparcia jednostki zagrożonej 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z obszaru 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inkluzji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społecznej</w:t>
            </w:r>
            <w:r w:rsidR="00C3600B">
              <w:rPr>
                <w:rFonts w:ascii="Corbel" w:hAnsi="Corbel"/>
                <w:b w:val="0"/>
                <w:smallCaps w:val="0"/>
                <w:sz w:val="22"/>
              </w:rPr>
              <w:t>, ekskluzji społecznej</w:t>
            </w:r>
            <w:r w:rsidRPr="004037FE">
              <w:rPr>
                <w:rFonts w:ascii="Corbel" w:hAnsi="Corbel"/>
                <w:b w:val="0"/>
                <w:smallCaps w:val="0"/>
                <w:sz w:val="22"/>
              </w:rPr>
              <w:t xml:space="preserve"> i pomocy postpenitencjarnej</w:t>
            </w:r>
            <w:r w:rsidR="0079470C">
              <w:rPr>
                <w:rFonts w:ascii="Corbel" w:hAnsi="Corbel"/>
                <w:b w:val="0"/>
                <w:smallCaps w:val="0"/>
                <w:sz w:val="22"/>
              </w:rPr>
              <w:t>, weryfikując osiągane rezultaty w kontekście optymalnego modelu</w:t>
            </w:r>
            <w:r w:rsidR="005312BE">
              <w:rPr>
                <w:rFonts w:ascii="Corbel" w:hAnsi="Corbel"/>
                <w:b w:val="0"/>
                <w:smallCaps w:val="0"/>
                <w:sz w:val="22"/>
              </w:rPr>
              <w:t xml:space="preserve"> postępowania postpenitencjarnego.</w:t>
            </w:r>
          </w:p>
        </w:tc>
        <w:tc>
          <w:tcPr>
            <w:tcW w:w="1865" w:type="dxa"/>
          </w:tcPr>
          <w:p w:rsidR="0058665D" w:rsidRPr="00F86404" w:rsidRDefault="0058665D" w:rsidP="0058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F86404">
              <w:rPr>
                <w:rFonts w:ascii="Corbel" w:hAnsi="Corbel"/>
                <w:b w:val="0"/>
                <w:sz w:val="22"/>
              </w:rPr>
              <w:t>K_K03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A0663" w:rsidRPr="009C54AE" w:rsidTr="00CD0B4F">
        <w:tc>
          <w:tcPr>
            <w:tcW w:w="9520" w:type="dxa"/>
          </w:tcPr>
          <w:p w:rsidR="008A0663" w:rsidRPr="009C54AE" w:rsidRDefault="008A0663" w:rsidP="00CD0B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„Więzienie prospołeczne” w świetle standardów europejskich i światowych.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 xml:space="preserve">Czynniki społecznej readaptacji. Wybrane elementy wykonywania kary pozbawienia wolności istotne z punktu widzenia </w:t>
            </w:r>
            <w:r w:rsidR="009459D7">
              <w:rPr>
                <w:rFonts w:ascii="Corbel" w:hAnsi="Corbel"/>
              </w:rPr>
              <w:t>inkluzji</w:t>
            </w:r>
            <w:r w:rsidRPr="00FD1EDA">
              <w:rPr>
                <w:rFonts w:ascii="Corbel" w:hAnsi="Corbel"/>
              </w:rPr>
              <w:t xml:space="preserve"> społecznej skazanych: aktywizacja zawodowa, nauczanie (CKU), podtrzymywanie więzi z rodziną, system programowanego oddziaływania</w:t>
            </w:r>
            <w:r>
              <w:rPr>
                <w:rFonts w:ascii="Corbel" w:hAnsi="Corbel"/>
              </w:rPr>
              <w:t xml:space="preserve"> (IPO)</w:t>
            </w:r>
            <w:r w:rsidRPr="00FD1EDA">
              <w:rPr>
                <w:rFonts w:ascii="Corbel" w:hAnsi="Corbel"/>
              </w:rPr>
              <w:t xml:space="preserve">. 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Problemy osób opuszczających zakłady karne. Czynniki sprzyjające społecznej readaptacji. Czynniki ograniczające społeczną readaptację.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Rada Główna ds. Społecznej Readaptacji i Pomocy Skazanym.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I, II, III Sektor w systemie pomocy postpenitencjarnej w Polsce.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Programy readaptacji społecznej realizowane w polskich jednostkach penitencjarnych:</w:t>
            </w:r>
          </w:p>
          <w:p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obszarze podtrzymywania i odbudowywania więzi z rodziną /</w:t>
            </w:r>
            <w:r w:rsidRPr="00FD1EDA">
              <w:rPr>
                <w:rFonts w:ascii="Corbel" w:hAnsi="Corbel"/>
                <w:i/>
                <w:iCs/>
              </w:rPr>
              <w:t>sprawiedliwość naprawcza/resocjalizacyjna/retrybutywna</w:t>
            </w:r>
          </w:p>
          <w:p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w odniesieniu do osób długotrwale pozostających w warunkach izolacji penitencjarnej/</w:t>
            </w:r>
            <w:r w:rsidRPr="00FD1EDA">
              <w:rPr>
                <w:rFonts w:ascii="Corbel" w:hAnsi="Corbel"/>
                <w:i/>
                <w:iCs/>
              </w:rPr>
              <w:t>sprawiedliwość retrybutywna/resocjalizacyjna/naprawcza</w:t>
            </w:r>
          </w:p>
          <w:p w:rsidR="008A0663" w:rsidRPr="00FD1EDA" w:rsidRDefault="008A0663" w:rsidP="008A0663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Corbel" w:hAnsi="Corbel"/>
              </w:rPr>
            </w:pPr>
            <w:r w:rsidRPr="00FD1EDA">
              <w:rPr>
                <w:rFonts w:ascii="Corbel" w:hAnsi="Corbel"/>
              </w:rPr>
              <w:t>oddziaływania z perspektywy danej kategorii wiekowej/</w:t>
            </w:r>
            <w:r w:rsidRPr="00FD1EDA">
              <w:rPr>
                <w:rFonts w:ascii="Corbel" w:hAnsi="Corbel"/>
                <w:i/>
                <w:iCs/>
              </w:rPr>
              <w:t>model pomocowy/opiekuńczy.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Idea readaptacji i reintegracji społecznej w nauczaniu Jana Pawła II.</w:t>
            </w:r>
          </w:p>
        </w:tc>
      </w:tr>
      <w:tr w:rsidR="008A0663" w:rsidRPr="009C54AE" w:rsidTr="00CD0B4F">
        <w:tc>
          <w:tcPr>
            <w:tcW w:w="9520" w:type="dxa"/>
          </w:tcPr>
          <w:p w:rsidR="008A0663" w:rsidRPr="00FD1EDA" w:rsidRDefault="008A0663" w:rsidP="00CD0B4F">
            <w:p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Przygotowanie skazanych do zwolnienia w świetle przepisów prawa:</w:t>
            </w:r>
          </w:p>
          <w:p w:rsidR="008A0663" w:rsidRPr="00C634D1" w:rsidRDefault="008A0663" w:rsidP="008A066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FD1EDA">
              <w:rPr>
                <w:rFonts w:ascii="Corbel" w:hAnsi="Corbel"/>
                <w:i/>
              </w:rPr>
              <w:t xml:space="preserve">Ustawa z dnia 6 czerwca 1997r., </w:t>
            </w:r>
            <w:r w:rsidRPr="00FD1EDA">
              <w:rPr>
                <w:rFonts w:ascii="Corbel" w:hAnsi="Corbel"/>
                <w:bCs/>
                <w:i/>
              </w:rPr>
              <w:t>Kodeks karny wykonawcz</w:t>
            </w:r>
            <w:r>
              <w:rPr>
                <w:rFonts w:ascii="Corbel" w:hAnsi="Corbel"/>
                <w:bCs/>
                <w:i/>
              </w:rPr>
              <w:t>y</w:t>
            </w:r>
            <w:r>
              <w:rPr>
                <w:rFonts w:ascii="Corbel" w:hAnsi="Corbel"/>
                <w:i/>
              </w:rPr>
              <w:t>.</w:t>
            </w:r>
          </w:p>
          <w:p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Rozporządzenie Ministra Sprawiedliwości z dnia </w:t>
            </w:r>
            <w:r>
              <w:rPr>
                <w:rFonts w:ascii="Corbel" w:hAnsi="Corbel"/>
                <w:i/>
              </w:rPr>
              <w:t>13 września 2017</w:t>
            </w:r>
            <w:r w:rsidRPr="00FD1EDA">
              <w:rPr>
                <w:rFonts w:ascii="Corbel" w:hAnsi="Corbel"/>
                <w:i/>
              </w:rPr>
              <w:t xml:space="preserve">r. w sprawie </w:t>
            </w:r>
            <w:r w:rsidRPr="00FD1EDA">
              <w:rPr>
                <w:rFonts w:ascii="Corbel" w:hAnsi="Corbel"/>
                <w:bCs/>
                <w:i/>
              </w:rPr>
              <w:t>Funduszu Pomocy Pokrzywdzonym i Pomocy Postpenitencjarnej</w:t>
            </w:r>
            <w:r>
              <w:rPr>
                <w:rFonts w:ascii="Corbel" w:hAnsi="Corbel"/>
                <w:i/>
              </w:rPr>
              <w:t xml:space="preserve"> – Funduszu Sprawiedliwości.</w:t>
            </w:r>
          </w:p>
          <w:p w:rsidR="008A0663" w:rsidRPr="00FD1EDA" w:rsidRDefault="008A0663" w:rsidP="008A0663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FD1EDA">
              <w:rPr>
                <w:rFonts w:ascii="Corbel" w:hAnsi="Corbel"/>
                <w:i/>
              </w:rPr>
              <w:br/>
              <w:t>w art. 3 ust. 3 ustawy o działalności pożytku publicznego i wolontariacie na 2016r.</w:t>
            </w:r>
          </w:p>
          <w:p w:rsidR="008A0663" w:rsidRPr="00FD1EDA" w:rsidRDefault="008A0663" w:rsidP="008A06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i/>
              </w:rPr>
            </w:pPr>
            <w:r w:rsidRPr="00FD1EDA">
              <w:rPr>
                <w:rFonts w:ascii="Corbel" w:hAnsi="Corbel"/>
                <w:i/>
              </w:rPr>
              <w:t>Ustawa z dnia 24 kwietnia 2003r. o działalności pożytku publicznego i o wolontariacie.</w:t>
            </w:r>
          </w:p>
        </w:tc>
      </w:tr>
    </w:tbl>
    <w:p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B169DF" w:rsidTr="006E3CE5">
        <w:tc>
          <w:tcPr>
            <w:tcW w:w="9520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:rsidTr="006E3CE5">
        <w:tc>
          <w:tcPr>
            <w:tcW w:w="9520" w:type="dxa"/>
          </w:tcPr>
          <w:p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747FA0" w:rsidRDefault="001D3E8F" w:rsidP="00747FA0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B169DF" w:rsidTr="00573475">
        <w:tc>
          <w:tcPr>
            <w:tcW w:w="1962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:rsidTr="00573475">
        <w:tc>
          <w:tcPr>
            <w:tcW w:w="1962" w:type="dxa"/>
          </w:tcPr>
          <w:p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:rsidR="0085747A" w:rsidRPr="00B169DF" w:rsidRDefault="00082632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82632" w:rsidRPr="00B169DF" w:rsidTr="00573475">
        <w:tc>
          <w:tcPr>
            <w:tcW w:w="1962" w:type="dxa"/>
          </w:tcPr>
          <w:p w:rsidR="00082632" w:rsidRPr="00B169DF" w:rsidRDefault="00082632" w:rsidP="000826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082632" w:rsidRPr="00B169DF" w:rsidRDefault="00082632" w:rsidP="000826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194996" w:rsidRPr="00B169DF" w:rsidTr="00573475">
        <w:tc>
          <w:tcPr>
            <w:tcW w:w="1962" w:type="dxa"/>
          </w:tcPr>
          <w:p w:rsidR="00194996" w:rsidRDefault="00194996" w:rsidP="001949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:rsidR="00194996" w:rsidRDefault="00194996" w:rsidP="001949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C41AF" w:rsidRPr="00353D99" w:rsidRDefault="002C41AF" w:rsidP="002C41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:rsidR="002C41AF" w:rsidRPr="005E4BDD" w:rsidRDefault="002C41AF" w:rsidP="002C41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 w:rsidR="004772FD">
              <w:rPr>
                <w:rFonts w:ascii="Corbel" w:hAnsi="Corbel"/>
                <w:i/>
                <w:color w:val="000000"/>
              </w:rPr>
              <w:t xml:space="preserve"> – minimum 51</w:t>
            </w:r>
            <w:r>
              <w:rPr>
                <w:rFonts w:ascii="Corbel" w:hAnsi="Corbel"/>
                <w:i/>
                <w:color w:val="000000"/>
              </w:rPr>
              <w:t>% pozytywnych odpowiedzi.</w:t>
            </w:r>
          </w:p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B169DF" w:rsidTr="003E1941">
        <w:tc>
          <w:tcPr>
            <w:tcW w:w="4962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169DF" w:rsidRDefault="00A21E1C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:rsidTr="00923D7D">
        <w:tc>
          <w:tcPr>
            <w:tcW w:w="4962" w:type="dxa"/>
          </w:tcPr>
          <w:p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:rsidR="00C61DC5" w:rsidRPr="00B169DF" w:rsidRDefault="00011E4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169DF" w:rsidRDefault="002042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B169DF" w:rsidTr="00923D7D">
        <w:tc>
          <w:tcPr>
            <w:tcW w:w="4962" w:type="dxa"/>
          </w:tcPr>
          <w:p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169DF" w:rsidRDefault="00170525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E4F15" w:rsidRPr="00B169DF" w:rsidTr="00B353C7">
        <w:trPr>
          <w:trHeight w:val="397"/>
        </w:trPr>
        <w:tc>
          <w:tcPr>
            <w:tcW w:w="7513" w:type="dxa"/>
          </w:tcPr>
          <w:p w:rsidR="00EE4F15" w:rsidRPr="009E3C0D" w:rsidRDefault="00EE4F15" w:rsidP="00B353C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Cs/>
                <w:smallCaps w:val="0"/>
                <w:szCs w:val="24"/>
              </w:rPr>
              <w:t>podstawowa</w:t>
            </w:r>
            <w:r w:rsidRPr="00710204">
              <w:rPr>
                <w:rFonts w:ascii="Corbel" w:hAnsi="Corbel"/>
                <w:bCs/>
                <w:smallCaps w:val="0"/>
                <w:szCs w:val="24"/>
              </w:rPr>
              <w:t>:</w:t>
            </w:r>
          </w:p>
          <w:p w:rsidR="00EE4F15" w:rsidRDefault="00EE4F15" w:rsidP="00B35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EE4F15" w:rsidRPr="009E79FE" w:rsidRDefault="00EE4F15" w:rsidP="00B35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:rsidR="00EE4F15" w:rsidRPr="0051407E" w:rsidRDefault="00EE4F15" w:rsidP="00B35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:rsidR="00EE4F15" w:rsidRPr="00D126EE" w:rsidRDefault="00EE4F15" w:rsidP="00B35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Sopot 2011.</w:t>
            </w:r>
          </w:p>
          <w:p w:rsidR="00EE4F15" w:rsidRPr="00953B47" w:rsidRDefault="00EE4F15" w:rsidP="00B35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:rsidR="00EE4F15" w:rsidRDefault="00EE4F15" w:rsidP="00B35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:rsidR="00EE4F15" w:rsidRPr="007A24E2" w:rsidRDefault="00EE4F15" w:rsidP="00B353C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  <w:tr w:rsidR="00EE4F15" w:rsidRPr="00B169DF" w:rsidTr="00B353C7">
        <w:trPr>
          <w:trHeight w:val="397"/>
        </w:trPr>
        <w:tc>
          <w:tcPr>
            <w:tcW w:w="7513" w:type="dxa"/>
          </w:tcPr>
          <w:p w:rsidR="00EE4F15" w:rsidRDefault="00EE4F15" w:rsidP="00B353C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710204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</w:t>
            </w:r>
            <w:r>
              <w:rPr>
                <w:rFonts w:ascii="Corbel" w:hAnsi="Corbel"/>
                <w:bCs/>
                <w:smallCaps w:val="0"/>
                <w:szCs w:val="24"/>
              </w:rPr>
              <w:t>uzupełniająca</w:t>
            </w:r>
            <w:r w:rsidRPr="00710204">
              <w:rPr>
                <w:rFonts w:ascii="Corbel" w:hAnsi="Corbel"/>
                <w:bCs/>
                <w:smallCaps w:val="0"/>
                <w:szCs w:val="24"/>
              </w:rPr>
              <w:t>:</w:t>
            </w:r>
          </w:p>
          <w:p w:rsidR="00EE4F15" w:rsidRPr="009E3C0D" w:rsidRDefault="00EE4F15" w:rsidP="00B353C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EE4F15" w:rsidRDefault="00EE4F15" w:rsidP="00B353C7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</w:p>
          <w:p w:rsidR="00EE4F15" w:rsidRDefault="00EE4F15" w:rsidP="00B353C7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:rsidR="00EE4F15" w:rsidRDefault="00EE4F15" w:rsidP="00B353C7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:rsidR="00EE4F15" w:rsidRPr="00674A70" w:rsidRDefault="00EE4F15" w:rsidP="00B353C7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Mudrecka I. (red.), </w:t>
            </w:r>
            <w:r w:rsidRPr="00674A70">
              <w:rPr>
                <w:rFonts w:ascii="Corbel" w:hAnsi="Corbel"/>
                <w:i/>
              </w:rPr>
              <w:t>Resocjalizacja, readaptacja i reintegracja społeczna – problemy, programy i perspektywy rozwoju komunikacji.</w:t>
            </w:r>
            <w:r w:rsidRPr="00674A70">
              <w:rPr>
                <w:rFonts w:ascii="Corbel" w:hAnsi="Corbel"/>
              </w:rPr>
              <w:t xml:space="preserve"> PEDAGOGIUM Wyższa Szkoła Nauk Społecznych w Warszawie, Warszawa 2017.</w:t>
            </w:r>
          </w:p>
          <w:p w:rsidR="00EE4F15" w:rsidRPr="00674A70" w:rsidRDefault="00EE4F15" w:rsidP="00B353C7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Ciosek M., Pastwa-Wojciechowska B., </w:t>
            </w:r>
            <w:r w:rsidRPr="00674A70">
              <w:rPr>
                <w:rFonts w:ascii="Corbel" w:hAnsi="Corbel"/>
                <w:i/>
              </w:rPr>
              <w:t>Psychologia penitencjarna.</w:t>
            </w:r>
            <w:r w:rsidRPr="00674A70">
              <w:rPr>
                <w:rFonts w:ascii="Corbel" w:hAnsi="Corbel"/>
              </w:rPr>
              <w:t xml:space="preserve"> PWN, Warszawa 2016.</w:t>
            </w:r>
          </w:p>
          <w:p w:rsidR="00EE4F15" w:rsidRPr="00674A70" w:rsidRDefault="00EE4F15" w:rsidP="00B353C7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Bałandynowicz A., </w:t>
            </w:r>
            <w:r w:rsidRPr="00674A70">
              <w:rPr>
                <w:rFonts w:ascii="Corbel" w:hAnsi="Corbel"/>
                <w:i/>
              </w:rPr>
              <w:t>Probacyjna sprawiedliwość karząca.</w:t>
            </w:r>
            <w:r w:rsidRPr="00674A70">
              <w:rPr>
                <w:rFonts w:ascii="Corbel" w:hAnsi="Corbel"/>
              </w:rPr>
              <w:t xml:space="preserve"> Wolters Kluwer, Warszawa 2015.</w:t>
            </w:r>
          </w:p>
          <w:p w:rsidR="00EE4F15" w:rsidRPr="00674A70" w:rsidRDefault="00EE4F15" w:rsidP="00B353C7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Kozaczuk F. (red.), </w:t>
            </w:r>
            <w:r w:rsidRPr="00674A70">
              <w:rPr>
                <w:rFonts w:ascii="Corbel" w:hAnsi="Corbel"/>
                <w:i/>
              </w:rPr>
              <w:t>Zagadnienia readaptacji społecznej skazanych,</w:t>
            </w:r>
            <w:r w:rsidRPr="00674A70">
              <w:rPr>
                <w:rFonts w:ascii="Corbel" w:hAnsi="Corbel"/>
              </w:rPr>
              <w:t xml:space="preserve"> UR, Rzeszów 2009.</w:t>
            </w:r>
          </w:p>
          <w:p w:rsidR="00EE4F15" w:rsidRPr="00674A70" w:rsidRDefault="00EE4F15" w:rsidP="00B353C7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Urban B., J. M. Stanik, </w:t>
            </w:r>
            <w:r w:rsidRPr="00674A70">
              <w:rPr>
                <w:rFonts w:ascii="Corbel" w:hAnsi="Corbel"/>
                <w:i/>
              </w:rPr>
              <w:t>Resocjalizacja, tom I - II,</w:t>
            </w:r>
            <w:r w:rsidRPr="00674A70">
              <w:rPr>
                <w:rFonts w:ascii="Corbel" w:hAnsi="Corbel"/>
              </w:rPr>
              <w:t xml:space="preserve"> PWN, Warszawa 2007.</w:t>
            </w:r>
          </w:p>
          <w:p w:rsidR="00EE4F15" w:rsidRPr="00674A70" w:rsidRDefault="00EE4F15" w:rsidP="00B353C7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Szymanowska A., </w:t>
            </w:r>
            <w:r w:rsidRPr="00674A70">
              <w:rPr>
                <w:rFonts w:ascii="Corbel" w:hAnsi="Corbel"/>
                <w:i/>
              </w:rPr>
              <w:t>Więzienie i co dalej.</w:t>
            </w:r>
            <w:r w:rsidRPr="00674A70">
              <w:rPr>
                <w:rFonts w:ascii="Corbel" w:hAnsi="Corbel"/>
              </w:rPr>
              <w:t xml:space="preserve"> Żak, Warszawa 2003.</w:t>
            </w:r>
          </w:p>
          <w:p w:rsidR="00EE4F15" w:rsidRPr="00674A70" w:rsidRDefault="00EE4F15" w:rsidP="00B353C7">
            <w:pPr>
              <w:spacing w:after="120" w:line="240" w:lineRule="auto"/>
              <w:rPr>
                <w:rFonts w:ascii="Corbel" w:hAnsi="Corbel"/>
              </w:rPr>
            </w:pPr>
            <w:r w:rsidRPr="00674A70">
              <w:rPr>
                <w:rFonts w:ascii="Corbel" w:hAnsi="Corbel"/>
              </w:rPr>
              <w:t xml:space="preserve">Machel H., </w:t>
            </w:r>
            <w:r w:rsidRPr="00674A70">
              <w:rPr>
                <w:rFonts w:ascii="Corbel" w:hAnsi="Corbel"/>
                <w:i/>
              </w:rPr>
              <w:t>Więzienie jako instytucja karna i resocjalizacyjna.</w:t>
            </w:r>
            <w:r w:rsidRPr="00674A70">
              <w:rPr>
                <w:rFonts w:ascii="Corbel" w:hAnsi="Corbel"/>
              </w:rPr>
              <w:t xml:space="preserve"> ARCHE, Gdańsk 2003.</w:t>
            </w:r>
          </w:p>
          <w:p w:rsidR="00EE4F15" w:rsidRDefault="00EE4F15" w:rsidP="00B353C7">
            <w:pPr>
              <w:spacing w:after="0" w:line="240" w:lineRule="auto"/>
              <w:rPr>
                <w:rFonts w:ascii="Corbel" w:hAnsi="Corbel"/>
              </w:rPr>
            </w:pPr>
            <w:r w:rsidRPr="003437F3">
              <w:rPr>
                <w:rFonts w:ascii="Corbel" w:hAnsi="Corbel"/>
              </w:rPr>
              <w:t xml:space="preserve">Szczygieł G. B., </w:t>
            </w:r>
            <w:r w:rsidRPr="003437F3">
              <w:rPr>
                <w:rFonts w:ascii="Corbel" w:hAnsi="Corbel"/>
                <w:i/>
                <w:iCs/>
              </w:rPr>
              <w:t>Społeczna readaptacja skazanych w polskim systemie penitencjarnym.</w:t>
            </w:r>
            <w:r w:rsidRPr="003437F3">
              <w:rPr>
                <w:rFonts w:ascii="Corbel" w:hAnsi="Corbel"/>
              </w:rPr>
              <w:t xml:space="preserve"> Temida2, Białystok 2002.</w:t>
            </w:r>
          </w:p>
          <w:p w:rsidR="00EE4F15" w:rsidRPr="00710204" w:rsidRDefault="00EE4F15" w:rsidP="00B353C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62A" w:rsidRDefault="008A062A" w:rsidP="00C16ABF">
      <w:pPr>
        <w:spacing w:after="0" w:line="240" w:lineRule="auto"/>
      </w:pPr>
      <w:r>
        <w:separator/>
      </w:r>
    </w:p>
  </w:endnote>
  <w:endnote w:type="continuationSeparator" w:id="1">
    <w:p w:rsidR="008A062A" w:rsidRDefault="008A06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62A" w:rsidRDefault="008A062A" w:rsidP="00C16ABF">
      <w:pPr>
        <w:spacing w:after="0" w:line="240" w:lineRule="auto"/>
      </w:pPr>
      <w:r>
        <w:separator/>
      </w:r>
    </w:p>
  </w:footnote>
  <w:footnote w:type="continuationSeparator" w:id="1">
    <w:p w:rsidR="008A062A" w:rsidRDefault="008A062A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0039"/>
    <w:rsid w:val="000048FD"/>
    <w:rsid w:val="000077B4"/>
    <w:rsid w:val="00011E4F"/>
    <w:rsid w:val="00014502"/>
    <w:rsid w:val="00015B8F"/>
    <w:rsid w:val="00022ECE"/>
    <w:rsid w:val="00025A75"/>
    <w:rsid w:val="00026564"/>
    <w:rsid w:val="000337F8"/>
    <w:rsid w:val="00034FE8"/>
    <w:rsid w:val="00035766"/>
    <w:rsid w:val="00042A51"/>
    <w:rsid w:val="00042D2E"/>
    <w:rsid w:val="00044C82"/>
    <w:rsid w:val="00055962"/>
    <w:rsid w:val="00070ED6"/>
    <w:rsid w:val="000742DC"/>
    <w:rsid w:val="00082632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080A"/>
    <w:rsid w:val="00146BC0"/>
    <w:rsid w:val="00153C41"/>
    <w:rsid w:val="00154381"/>
    <w:rsid w:val="001640A7"/>
    <w:rsid w:val="00164FA7"/>
    <w:rsid w:val="00166A03"/>
    <w:rsid w:val="0017024C"/>
    <w:rsid w:val="00170525"/>
    <w:rsid w:val="001718A7"/>
    <w:rsid w:val="001737CF"/>
    <w:rsid w:val="00176083"/>
    <w:rsid w:val="00177664"/>
    <w:rsid w:val="00184073"/>
    <w:rsid w:val="0018530D"/>
    <w:rsid w:val="00192F37"/>
    <w:rsid w:val="00194996"/>
    <w:rsid w:val="001A70D2"/>
    <w:rsid w:val="001D13C3"/>
    <w:rsid w:val="001D3E8F"/>
    <w:rsid w:val="001D657B"/>
    <w:rsid w:val="001D7B54"/>
    <w:rsid w:val="001E0209"/>
    <w:rsid w:val="001E5C5C"/>
    <w:rsid w:val="001F2CA2"/>
    <w:rsid w:val="001F646F"/>
    <w:rsid w:val="002042C0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C41AF"/>
    <w:rsid w:val="002D2C94"/>
    <w:rsid w:val="002D3375"/>
    <w:rsid w:val="002D73D4"/>
    <w:rsid w:val="002E294B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96B1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1523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772F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12BE"/>
    <w:rsid w:val="005363C4"/>
    <w:rsid w:val="00536BDE"/>
    <w:rsid w:val="00543ACC"/>
    <w:rsid w:val="00552A88"/>
    <w:rsid w:val="00557DBF"/>
    <w:rsid w:val="0056213A"/>
    <w:rsid w:val="00563531"/>
    <w:rsid w:val="00565FB7"/>
    <w:rsid w:val="0056696D"/>
    <w:rsid w:val="00573475"/>
    <w:rsid w:val="0058665D"/>
    <w:rsid w:val="0059484D"/>
    <w:rsid w:val="00596EEC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30E5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0204"/>
    <w:rsid w:val="0071620A"/>
    <w:rsid w:val="00724677"/>
    <w:rsid w:val="00725459"/>
    <w:rsid w:val="007327BD"/>
    <w:rsid w:val="00734608"/>
    <w:rsid w:val="0074152F"/>
    <w:rsid w:val="00745302"/>
    <w:rsid w:val="007461D6"/>
    <w:rsid w:val="00746EC8"/>
    <w:rsid w:val="00747F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470C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2735D"/>
    <w:rsid w:val="008449B3"/>
    <w:rsid w:val="008464A3"/>
    <w:rsid w:val="008552A2"/>
    <w:rsid w:val="00855BF3"/>
    <w:rsid w:val="0085747A"/>
    <w:rsid w:val="00870741"/>
    <w:rsid w:val="00884922"/>
    <w:rsid w:val="00885F64"/>
    <w:rsid w:val="008917F9"/>
    <w:rsid w:val="008A062A"/>
    <w:rsid w:val="008A0663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E7C5C"/>
    <w:rsid w:val="008F12C9"/>
    <w:rsid w:val="008F6E29"/>
    <w:rsid w:val="00916188"/>
    <w:rsid w:val="00923D7D"/>
    <w:rsid w:val="009272AA"/>
    <w:rsid w:val="009459D7"/>
    <w:rsid w:val="009508DF"/>
    <w:rsid w:val="00950DAC"/>
    <w:rsid w:val="00953B47"/>
    <w:rsid w:val="00954A07"/>
    <w:rsid w:val="00973A37"/>
    <w:rsid w:val="00974935"/>
    <w:rsid w:val="00990972"/>
    <w:rsid w:val="00997F14"/>
    <w:rsid w:val="009A78D9"/>
    <w:rsid w:val="009C17CA"/>
    <w:rsid w:val="009C2BE6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1E1C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7201D"/>
    <w:rsid w:val="00A837C7"/>
    <w:rsid w:val="00A84C85"/>
    <w:rsid w:val="00A8662B"/>
    <w:rsid w:val="00A97DE1"/>
    <w:rsid w:val="00AA0CC0"/>
    <w:rsid w:val="00AA65E4"/>
    <w:rsid w:val="00AB053C"/>
    <w:rsid w:val="00AB4092"/>
    <w:rsid w:val="00AC50AE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151A"/>
    <w:rsid w:val="00B43B77"/>
    <w:rsid w:val="00B43E80"/>
    <w:rsid w:val="00B50EB3"/>
    <w:rsid w:val="00B54D96"/>
    <w:rsid w:val="00B607DB"/>
    <w:rsid w:val="00B62080"/>
    <w:rsid w:val="00B66529"/>
    <w:rsid w:val="00B66C30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00B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60C9A"/>
    <w:rsid w:val="00D74119"/>
    <w:rsid w:val="00D8075B"/>
    <w:rsid w:val="00D82685"/>
    <w:rsid w:val="00D8678B"/>
    <w:rsid w:val="00DA2114"/>
    <w:rsid w:val="00DA59B1"/>
    <w:rsid w:val="00DC0C85"/>
    <w:rsid w:val="00DE09C0"/>
    <w:rsid w:val="00DE4A14"/>
    <w:rsid w:val="00DF1C51"/>
    <w:rsid w:val="00DF320D"/>
    <w:rsid w:val="00DF71C8"/>
    <w:rsid w:val="00E018EB"/>
    <w:rsid w:val="00E03BCA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4F15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86404"/>
    <w:rsid w:val="00F974DA"/>
    <w:rsid w:val="00FA46E5"/>
    <w:rsid w:val="00FA5BBB"/>
    <w:rsid w:val="00FB08A7"/>
    <w:rsid w:val="00FB1340"/>
    <w:rsid w:val="00FB7DBA"/>
    <w:rsid w:val="00FC129C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07950-5883-4C64-81CC-F1F60A2D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236</TotalTime>
  <Pages>5</Pages>
  <Words>1408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Lukaszek</cp:lastModifiedBy>
  <cp:revision>186</cp:revision>
  <cp:lastPrinted>2019-02-06T12:12:00Z</cp:lastPrinted>
  <dcterms:created xsi:type="dcterms:W3CDTF">2023-06-10T14:37:00Z</dcterms:created>
  <dcterms:modified xsi:type="dcterms:W3CDTF">2024-09-19T22:15:00Z</dcterms:modified>
</cp:coreProperties>
</file>